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AE" w:rsidRPr="00FE30AE" w:rsidRDefault="00761F3E" w:rsidP="00CC08C3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114300</wp:posOffset>
            </wp:positionV>
            <wp:extent cx="771525" cy="771525"/>
            <wp:effectExtent l="19050" t="0" r="9525" b="0"/>
            <wp:wrapNone/>
            <wp:docPr id="2" name="Picture 1" descr="workflow_128x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flow_128x12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3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06.7pt;margin-top:68.8pt;width:198.55pt;height:81.7pt;z-index:251655168;mso-position-horizontal-relative:page;mso-position-vertical-relative:page" filled="f" stroked="f">
            <v:textbox style="mso-next-textbox:#_x0000_s1032;mso-fit-shape-to-text:t">
              <w:txbxContent>
                <w:p w:rsidR="002C101F" w:rsidRDefault="00761F3E" w:rsidP="002C101F">
                  <w:pPr>
                    <w:pStyle w:val="Heading1"/>
                  </w:pPr>
                  <w:r>
                    <w:t>HarePoint</w:t>
                  </w:r>
                </w:p>
                <w:p w:rsidR="002C101F" w:rsidRDefault="002C101F" w:rsidP="002C101F">
                  <w:pPr>
                    <w:pStyle w:val="Heading2"/>
                  </w:pPr>
                  <w:r>
                    <w:t>Invoice</w:t>
                  </w:r>
                </w:p>
              </w:txbxContent>
            </v:textbox>
            <w10:wrap type="square" anchorx="page" anchory="page"/>
          </v:shape>
        </w:pict>
      </w:r>
      <w:r w:rsidR="009A2303">
        <w:rPr>
          <w:noProof/>
        </w:rPr>
        <w:pict>
          <v:rect id="_x0000_s1028" style="position:absolute;margin-left:0;margin-top:47.5pt;width:468pt;height:95.9pt;z-index:-251663360;mso-position-horizontal:center;mso-position-horizontal-relative:page;mso-position-vertical-relative:page" fillcolor="#dadfd7" stroked="f">
            <v:fill color2="fill lighten(0)" rotate="t" method="linear sigma" focus="100%" type="gradient"/>
            <w10:wrap anchorx="page" anchory="page"/>
          </v:rect>
        </w:pict>
      </w:r>
    </w:p>
    <w:tbl>
      <w:tblPr>
        <w:tblpPr w:leftFromText="187" w:rightFromText="187" w:vertAnchor="page" w:horzAnchor="page" w:tblpXSpec="center" w:tblpY="2161"/>
        <w:tblOverlap w:val="never"/>
        <w:tblW w:w="9360" w:type="dxa"/>
        <w:tblCellMar>
          <w:top w:w="58" w:type="dxa"/>
          <w:left w:w="58" w:type="dxa"/>
          <w:bottom w:w="58" w:type="dxa"/>
          <w:right w:w="58" w:type="dxa"/>
        </w:tblCellMar>
        <w:tblLook w:val="01E0"/>
      </w:tblPr>
      <w:tblGrid>
        <w:gridCol w:w="238"/>
        <w:gridCol w:w="456"/>
        <w:gridCol w:w="22"/>
        <w:gridCol w:w="836"/>
        <w:gridCol w:w="624"/>
        <w:gridCol w:w="395"/>
        <w:gridCol w:w="669"/>
        <w:gridCol w:w="556"/>
        <w:gridCol w:w="973"/>
        <w:gridCol w:w="1214"/>
        <w:gridCol w:w="886"/>
        <w:gridCol w:w="230"/>
        <w:gridCol w:w="1046"/>
        <w:gridCol w:w="1215"/>
      </w:tblGrid>
      <w:tr w:rsidR="00943A23">
        <w:trPr>
          <w:trHeight w:val="247"/>
        </w:trPr>
        <w:tc>
          <w:tcPr>
            <w:tcW w:w="238" w:type="dxa"/>
            <w:vMerge w:val="restart"/>
          </w:tcPr>
          <w:p w:rsidR="00943A23" w:rsidRPr="00551616" w:rsidRDefault="00943A23" w:rsidP="00CC08C3"/>
        </w:tc>
        <w:tc>
          <w:tcPr>
            <w:tcW w:w="478" w:type="dxa"/>
            <w:gridSpan w:val="2"/>
            <w:vMerge w:val="restart"/>
            <w:tcBorders>
              <w:right w:val="single" w:sz="4" w:space="0" w:color="003300"/>
            </w:tcBorders>
          </w:tcPr>
          <w:p w:rsidR="00943A23" w:rsidRDefault="00943A23" w:rsidP="00CC08C3">
            <w:pPr>
              <w:pStyle w:val="Addressheading"/>
            </w:pPr>
            <w:r>
              <w:t>Bill To</w:t>
            </w:r>
          </w:p>
        </w:tc>
        <w:tc>
          <w:tcPr>
            <w:tcW w:w="2524" w:type="dxa"/>
            <w:gridSpan w:val="4"/>
            <w:vMerge w:val="restart"/>
            <w:tcBorders>
              <w:left w:val="single" w:sz="4" w:space="0" w:color="003300"/>
            </w:tcBorders>
            <w:vAlign w:val="center"/>
          </w:tcPr>
          <w:sdt>
            <w:sdtPr>
              <w:alias w:val="Client"/>
              <w:tag w:val="Client"/>
              <w:id w:val="277273338"/>
              <w:placeholder>
                <w:docPart w:val="DefaultPlaceholder_22675703"/>
              </w:placeholder>
              <w:text/>
            </w:sdtPr>
            <w:sdtContent>
              <w:p w:rsidR="00943A23" w:rsidRDefault="00F52D9B" w:rsidP="00CC08C3">
                <w:r>
                  <w:t>Name</w:t>
                </w:r>
              </w:p>
            </w:sdtContent>
          </w:sdt>
          <w:sdt>
            <w:sdtPr>
              <w:alias w:val="Address"/>
              <w:tag w:val="Address"/>
              <w:id w:val="277273341"/>
              <w:placeholder>
                <w:docPart w:val="DefaultPlaceholder_22675703"/>
              </w:placeholder>
              <w:text/>
            </w:sdtPr>
            <w:sdtContent>
              <w:p w:rsidR="00943A23" w:rsidRDefault="00F52D9B" w:rsidP="00ED42D8">
                <w:r>
                  <w:t>Address</w:t>
                </w:r>
              </w:p>
            </w:sdtContent>
          </w:sdt>
        </w:tc>
        <w:tc>
          <w:tcPr>
            <w:tcW w:w="556" w:type="dxa"/>
            <w:vMerge w:val="restart"/>
            <w:tcBorders>
              <w:right w:val="single" w:sz="4" w:space="0" w:color="003300"/>
            </w:tcBorders>
            <w:shd w:val="clear" w:color="auto" w:fill="auto"/>
          </w:tcPr>
          <w:p w:rsidR="00943A23" w:rsidRPr="00457272" w:rsidRDefault="00943A23" w:rsidP="00CC08C3">
            <w:pPr>
              <w:pStyle w:val="Addressheading"/>
            </w:pPr>
            <w:r>
              <w:t>Ship To</w:t>
            </w:r>
          </w:p>
        </w:tc>
        <w:tc>
          <w:tcPr>
            <w:tcW w:w="2187" w:type="dxa"/>
            <w:gridSpan w:val="2"/>
            <w:vMerge w:val="restart"/>
            <w:tcBorders>
              <w:left w:val="single" w:sz="4" w:space="0" w:color="003300"/>
              <w:right w:val="single" w:sz="4" w:space="0" w:color="999999"/>
            </w:tcBorders>
            <w:shd w:val="clear" w:color="auto" w:fill="auto"/>
            <w:vAlign w:val="center"/>
          </w:tcPr>
          <w:sdt>
            <w:sdtPr>
              <w:alias w:val="ShipClient"/>
              <w:tag w:val="ShipClient"/>
              <w:id w:val="277273345"/>
              <w:placeholder>
                <w:docPart w:val="DefaultPlaceholder_22675703"/>
              </w:placeholder>
              <w:text/>
            </w:sdtPr>
            <w:sdtContent>
              <w:p w:rsidR="00943A23" w:rsidRDefault="00943A23" w:rsidP="00CC08C3">
                <w:r>
                  <w:t>Name</w:t>
                </w:r>
              </w:p>
            </w:sdtContent>
          </w:sdt>
          <w:sdt>
            <w:sdtPr>
              <w:alias w:val="Ship Address"/>
              <w:tag w:val="Ship Address"/>
              <w:id w:val="277273346"/>
              <w:placeholder>
                <w:docPart w:val="DefaultPlaceholder_22675703"/>
              </w:placeholder>
              <w:text/>
            </w:sdtPr>
            <w:sdtContent>
              <w:p w:rsidR="00943A23" w:rsidRDefault="00ED42D8" w:rsidP="00F52D9B">
                <w:r>
                  <w:t>Address</w:t>
                </w:r>
              </w:p>
            </w:sdtContent>
          </w:sdt>
        </w:tc>
        <w:tc>
          <w:tcPr>
            <w:tcW w:w="111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943A23" w:rsidRDefault="00943A23" w:rsidP="0021290E">
            <w:r>
              <w:t>Invoice #</w:t>
            </w:r>
          </w:p>
        </w:tc>
        <w:tc>
          <w:tcPr>
            <w:tcW w:w="2261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943A23" w:rsidRDefault="009A2303" w:rsidP="00CC08C3">
            <w:sdt>
              <w:sdtPr>
                <w:alias w:val="Invoice Number"/>
                <w:tag w:val="Invoice Number"/>
                <w:id w:val="83031483"/>
                <w:placeholder>
                  <w:docPart w:val="BCA4A7CD8E8B470CA7F2BE09F86AEB4D"/>
                </w:placeholder>
                <w:showingPlcHdr/>
                <w:text/>
              </w:sdtPr>
              <w:sdtContent>
                <w:r w:rsidR="0021290E" w:rsidRPr="007E591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43A23">
        <w:trPr>
          <w:trHeight w:val="274"/>
        </w:trPr>
        <w:tc>
          <w:tcPr>
            <w:tcW w:w="238" w:type="dxa"/>
            <w:vMerge/>
            <w:vAlign w:val="center"/>
          </w:tcPr>
          <w:p w:rsidR="00943A23" w:rsidRDefault="00943A23" w:rsidP="00CC08C3"/>
        </w:tc>
        <w:tc>
          <w:tcPr>
            <w:tcW w:w="478" w:type="dxa"/>
            <w:gridSpan w:val="2"/>
            <w:vMerge/>
            <w:tcBorders>
              <w:right w:val="single" w:sz="4" w:space="0" w:color="003300"/>
            </w:tcBorders>
            <w:vAlign w:val="center"/>
          </w:tcPr>
          <w:p w:rsidR="00943A23" w:rsidRDefault="00943A23" w:rsidP="00CC08C3"/>
        </w:tc>
        <w:tc>
          <w:tcPr>
            <w:tcW w:w="2524" w:type="dxa"/>
            <w:gridSpan w:val="4"/>
            <w:vMerge/>
            <w:tcBorders>
              <w:left w:val="single" w:sz="4" w:space="0" w:color="003300"/>
            </w:tcBorders>
            <w:vAlign w:val="center"/>
          </w:tcPr>
          <w:p w:rsidR="00943A23" w:rsidRDefault="00943A23" w:rsidP="00CC08C3"/>
        </w:tc>
        <w:tc>
          <w:tcPr>
            <w:tcW w:w="556" w:type="dxa"/>
            <w:vMerge/>
            <w:tcBorders>
              <w:right w:val="single" w:sz="4" w:space="0" w:color="003300"/>
            </w:tcBorders>
            <w:shd w:val="clear" w:color="auto" w:fill="auto"/>
            <w:vAlign w:val="center"/>
          </w:tcPr>
          <w:p w:rsidR="00943A23" w:rsidRDefault="00943A23" w:rsidP="00CC08C3"/>
        </w:tc>
        <w:tc>
          <w:tcPr>
            <w:tcW w:w="2187" w:type="dxa"/>
            <w:gridSpan w:val="2"/>
            <w:vMerge/>
            <w:tcBorders>
              <w:left w:val="single" w:sz="4" w:space="0" w:color="003300"/>
              <w:right w:val="single" w:sz="4" w:space="0" w:color="999999"/>
            </w:tcBorders>
            <w:shd w:val="clear" w:color="auto" w:fill="auto"/>
          </w:tcPr>
          <w:p w:rsidR="00943A23" w:rsidRDefault="00943A23" w:rsidP="00CC08C3"/>
        </w:tc>
        <w:tc>
          <w:tcPr>
            <w:tcW w:w="111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943A23" w:rsidRDefault="00943A23" w:rsidP="00CC08C3">
            <w:r>
              <w:t>Invoice Date</w:t>
            </w:r>
          </w:p>
        </w:tc>
        <w:tc>
          <w:tcPr>
            <w:tcW w:w="2261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943A23" w:rsidRDefault="00943A23" w:rsidP="00CC08C3"/>
        </w:tc>
      </w:tr>
      <w:tr w:rsidR="00943A23">
        <w:trPr>
          <w:trHeight w:val="229"/>
        </w:trPr>
        <w:tc>
          <w:tcPr>
            <w:tcW w:w="238" w:type="dxa"/>
            <w:vMerge/>
            <w:vAlign w:val="center"/>
          </w:tcPr>
          <w:p w:rsidR="00943A23" w:rsidRDefault="00943A23" w:rsidP="00CC08C3"/>
        </w:tc>
        <w:tc>
          <w:tcPr>
            <w:tcW w:w="478" w:type="dxa"/>
            <w:gridSpan w:val="2"/>
            <w:vMerge/>
            <w:tcBorders>
              <w:right w:val="single" w:sz="4" w:space="0" w:color="003300"/>
            </w:tcBorders>
            <w:vAlign w:val="center"/>
          </w:tcPr>
          <w:p w:rsidR="00943A23" w:rsidRDefault="00943A23" w:rsidP="00CC08C3"/>
        </w:tc>
        <w:tc>
          <w:tcPr>
            <w:tcW w:w="2524" w:type="dxa"/>
            <w:gridSpan w:val="4"/>
            <w:vMerge/>
            <w:tcBorders>
              <w:left w:val="single" w:sz="4" w:space="0" w:color="003300"/>
            </w:tcBorders>
            <w:vAlign w:val="center"/>
          </w:tcPr>
          <w:p w:rsidR="00943A23" w:rsidRDefault="00943A23" w:rsidP="00CC08C3"/>
        </w:tc>
        <w:tc>
          <w:tcPr>
            <w:tcW w:w="556" w:type="dxa"/>
            <w:vMerge/>
            <w:tcBorders>
              <w:right w:val="single" w:sz="4" w:space="0" w:color="003300"/>
            </w:tcBorders>
            <w:shd w:val="clear" w:color="auto" w:fill="auto"/>
            <w:vAlign w:val="center"/>
          </w:tcPr>
          <w:p w:rsidR="00943A23" w:rsidRDefault="00943A23" w:rsidP="00CC08C3"/>
        </w:tc>
        <w:tc>
          <w:tcPr>
            <w:tcW w:w="2187" w:type="dxa"/>
            <w:gridSpan w:val="2"/>
            <w:vMerge/>
            <w:tcBorders>
              <w:left w:val="single" w:sz="4" w:space="0" w:color="003300"/>
              <w:right w:val="single" w:sz="4" w:space="0" w:color="999999"/>
            </w:tcBorders>
            <w:shd w:val="clear" w:color="auto" w:fill="auto"/>
          </w:tcPr>
          <w:p w:rsidR="00943A23" w:rsidRDefault="00943A23" w:rsidP="00CC08C3"/>
        </w:tc>
        <w:tc>
          <w:tcPr>
            <w:tcW w:w="111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943A23" w:rsidRDefault="00943A23" w:rsidP="00CC08C3">
            <w:r>
              <w:t>Customer ID</w:t>
            </w:r>
          </w:p>
        </w:tc>
        <w:tc>
          <w:tcPr>
            <w:tcW w:w="2261" w:type="dxa"/>
            <w:gridSpan w:val="2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943A23" w:rsidRDefault="00943A23" w:rsidP="00CC08C3"/>
        </w:tc>
      </w:tr>
      <w:tr w:rsidR="00DC09EE">
        <w:trPr>
          <w:trHeight w:val="288"/>
        </w:trPr>
        <w:tc>
          <w:tcPr>
            <w:tcW w:w="9360" w:type="dxa"/>
            <w:gridSpan w:val="14"/>
            <w:tcBorders>
              <w:bottom w:val="single" w:sz="12" w:space="0" w:color="003300"/>
            </w:tcBorders>
            <w:vAlign w:val="center"/>
          </w:tcPr>
          <w:p w:rsidR="00DC09EE" w:rsidRDefault="00DC09EE" w:rsidP="00CC08C3"/>
        </w:tc>
      </w:tr>
      <w:tr w:rsidR="00726210" w:rsidRPr="00551616">
        <w:trPr>
          <w:trHeight w:val="216"/>
        </w:trPr>
        <w:tc>
          <w:tcPr>
            <w:tcW w:w="694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Date</w:t>
            </w:r>
          </w:p>
        </w:tc>
        <w:tc>
          <w:tcPr>
            <w:tcW w:w="1482" w:type="dxa"/>
            <w:gridSpan w:val="3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Your Order #</w:t>
            </w:r>
          </w:p>
        </w:tc>
        <w:tc>
          <w:tcPr>
            <w:tcW w:w="1620" w:type="dxa"/>
            <w:gridSpan w:val="3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Our Order #</w:t>
            </w:r>
          </w:p>
        </w:tc>
        <w:tc>
          <w:tcPr>
            <w:tcW w:w="973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Sales Rep.</w:t>
            </w:r>
          </w:p>
        </w:tc>
        <w:tc>
          <w:tcPr>
            <w:tcW w:w="1214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F</w:t>
            </w:r>
            <w:r w:rsidR="00B8061D">
              <w:t>.</w:t>
            </w:r>
            <w:r>
              <w:t>O</w:t>
            </w:r>
            <w:r w:rsidR="00B8061D">
              <w:t>.</w:t>
            </w:r>
            <w:r>
              <w:t>B</w:t>
            </w:r>
            <w:r w:rsidR="00B8061D">
              <w:t>.</w:t>
            </w:r>
          </w:p>
        </w:tc>
        <w:tc>
          <w:tcPr>
            <w:tcW w:w="886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Ship Via</w:t>
            </w:r>
          </w:p>
        </w:tc>
        <w:tc>
          <w:tcPr>
            <w:tcW w:w="1276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Terms</w:t>
            </w:r>
          </w:p>
        </w:tc>
        <w:tc>
          <w:tcPr>
            <w:tcW w:w="1215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DC09EE" w:rsidRDefault="00DC09EE" w:rsidP="00CC08C3">
            <w:pPr>
              <w:pStyle w:val="Heading3"/>
            </w:pPr>
            <w:r>
              <w:t>Tax ID</w:t>
            </w:r>
          </w:p>
        </w:tc>
      </w:tr>
      <w:tr w:rsidR="00943A23">
        <w:trPr>
          <w:trHeight w:val="288"/>
        </w:trPr>
        <w:tc>
          <w:tcPr>
            <w:tcW w:w="6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C09EE" w:rsidRDefault="00DC09EE" w:rsidP="0007063E"/>
        </w:tc>
        <w:tc>
          <w:tcPr>
            <w:tcW w:w="148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162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9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121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8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DC09EE" w:rsidRDefault="00DC09EE" w:rsidP="00CC08C3"/>
        </w:tc>
      </w:tr>
      <w:tr w:rsidR="00467B91">
        <w:trPr>
          <w:trHeight w:val="288"/>
        </w:trPr>
        <w:tc>
          <w:tcPr>
            <w:tcW w:w="9360" w:type="dxa"/>
            <w:gridSpan w:val="14"/>
            <w:tcBorders>
              <w:top w:val="single" w:sz="4" w:space="0" w:color="999999"/>
              <w:bottom w:val="single" w:sz="12" w:space="0" w:color="003300"/>
            </w:tcBorders>
            <w:vAlign w:val="center"/>
          </w:tcPr>
          <w:p w:rsidR="00467B91" w:rsidRDefault="00467B91" w:rsidP="00CC08C3"/>
        </w:tc>
      </w:tr>
      <w:tr w:rsidR="00726210" w:rsidRPr="00551616">
        <w:trPr>
          <w:trHeight w:val="216"/>
        </w:trPr>
        <w:tc>
          <w:tcPr>
            <w:tcW w:w="694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Qty</w:t>
            </w:r>
          </w:p>
        </w:tc>
        <w:tc>
          <w:tcPr>
            <w:tcW w:w="858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Item</w:t>
            </w:r>
          </w:p>
        </w:tc>
        <w:tc>
          <w:tcPr>
            <w:tcW w:w="1019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Units</w:t>
            </w:r>
          </w:p>
        </w:tc>
        <w:tc>
          <w:tcPr>
            <w:tcW w:w="2198" w:type="dxa"/>
            <w:gridSpan w:val="3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Description</w:t>
            </w:r>
          </w:p>
        </w:tc>
        <w:tc>
          <w:tcPr>
            <w:tcW w:w="1214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Discount %</w:t>
            </w:r>
          </w:p>
        </w:tc>
        <w:tc>
          <w:tcPr>
            <w:tcW w:w="886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Taxable</w:t>
            </w:r>
          </w:p>
        </w:tc>
        <w:tc>
          <w:tcPr>
            <w:tcW w:w="1276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Unit Price</w:t>
            </w:r>
          </w:p>
        </w:tc>
        <w:tc>
          <w:tcPr>
            <w:tcW w:w="1215" w:type="dxa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467B91" w:rsidRDefault="00467B91" w:rsidP="00CC08C3">
            <w:pPr>
              <w:pStyle w:val="Heading3"/>
            </w:pPr>
            <w:r>
              <w:t>Total</w:t>
            </w:r>
          </w:p>
        </w:tc>
      </w:tr>
      <w:tr w:rsidR="00467B91">
        <w:trPr>
          <w:trHeight w:val="288"/>
        </w:trPr>
        <w:tc>
          <w:tcPr>
            <w:tcW w:w="6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85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101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sdt>
          <w:sdtPr>
            <w:alias w:val="Description"/>
            <w:tag w:val="Description"/>
            <w:id w:val="6738883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2198" w:type="dxa"/>
                <w:gridSpan w:val="3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vAlign w:val="center"/>
              </w:tcPr>
              <w:p w:rsidR="00467B91" w:rsidRDefault="00CD030F" w:rsidP="00CC08C3">
                <w:r w:rsidRPr="007E591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1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8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</w:tr>
      <w:tr w:rsidR="00467B91">
        <w:trPr>
          <w:trHeight w:val="288"/>
        </w:trPr>
        <w:tc>
          <w:tcPr>
            <w:tcW w:w="6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85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101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219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121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/>
        </w:tc>
        <w:tc>
          <w:tcPr>
            <w:tcW w:w="8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67B91" w:rsidRDefault="00467B91" w:rsidP="00CC08C3">
            <w:pPr>
              <w:pStyle w:val="Amount"/>
            </w:pPr>
          </w:p>
        </w:tc>
      </w:tr>
      <w:tr w:rsidR="00E02FA9">
        <w:trPr>
          <w:trHeight w:val="288"/>
        </w:trPr>
        <w:tc>
          <w:tcPr>
            <w:tcW w:w="6869" w:type="dxa"/>
            <w:gridSpan w:val="11"/>
            <w:vMerge w:val="restart"/>
            <w:tcBorders>
              <w:top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:rsidR="00E02FA9" w:rsidRDefault="00376006" w:rsidP="00CC08C3">
            <w:r>
              <w:t>Please return the portion</w:t>
            </w:r>
            <w:r w:rsidR="00E053C5">
              <w:t xml:space="preserve"> below </w:t>
            </w:r>
            <w:r>
              <w:t>with your payment.</w:t>
            </w:r>
          </w:p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r>
              <w:t>Subtotal</w:t>
            </w: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pPr>
              <w:pStyle w:val="Amount"/>
            </w:pPr>
          </w:p>
        </w:tc>
      </w:tr>
      <w:tr w:rsidR="00E02FA9">
        <w:trPr>
          <w:trHeight w:val="288"/>
        </w:trPr>
        <w:tc>
          <w:tcPr>
            <w:tcW w:w="6869" w:type="dxa"/>
            <w:gridSpan w:val="11"/>
            <w:vMerge/>
            <w:tcBorders>
              <w:right w:val="single" w:sz="4" w:space="0" w:color="999999"/>
            </w:tcBorders>
            <w:shd w:val="clear" w:color="auto" w:fill="auto"/>
            <w:vAlign w:val="center"/>
          </w:tcPr>
          <w:p w:rsidR="00E02FA9" w:rsidRDefault="00E02FA9" w:rsidP="00CC08C3"/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r>
              <w:t>Tax</w:t>
            </w: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pPr>
              <w:pStyle w:val="Amount"/>
            </w:pPr>
          </w:p>
        </w:tc>
      </w:tr>
      <w:tr w:rsidR="00E02FA9">
        <w:trPr>
          <w:trHeight w:val="288"/>
        </w:trPr>
        <w:tc>
          <w:tcPr>
            <w:tcW w:w="6869" w:type="dxa"/>
            <w:gridSpan w:val="11"/>
            <w:vMerge/>
            <w:tcBorders>
              <w:right w:val="single" w:sz="4" w:space="0" w:color="999999"/>
            </w:tcBorders>
            <w:shd w:val="clear" w:color="auto" w:fill="auto"/>
            <w:vAlign w:val="center"/>
          </w:tcPr>
          <w:p w:rsidR="00E02FA9" w:rsidRDefault="00E02FA9" w:rsidP="00CC08C3"/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r>
              <w:t>Shipping</w:t>
            </w: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E02FA9" w:rsidRDefault="00E02FA9" w:rsidP="00CC08C3">
            <w:pPr>
              <w:pStyle w:val="Amount"/>
            </w:pPr>
          </w:p>
        </w:tc>
      </w:tr>
      <w:tr w:rsidR="00E02FA9">
        <w:trPr>
          <w:trHeight w:val="288"/>
        </w:trPr>
        <w:tc>
          <w:tcPr>
            <w:tcW w:w="6869" w:type="dxa"/>
            <w:gridSpan w:val="11"/>
            <w:vMerge/>
            <w:tcBorders>
              <w:right w:val="single" w:sz="4" w:space="0" w:color="999999"/>
            </w:tcBorders>
            <w:shd w:val="clear" w:color="auto" w:fill="auto"/>
            <w:vAlign w:val="center"/>
          </w:tcPr>
          <w:p w:rsidR="00E02FA9" w:rsidRDefault="00E02FA9" w:rsidP="00CC08C3"/>
        </w:tc>
        <w:tc>
          <w:tcPr>
            <w:tcW w:w="1276" w:type="dxa"/>
            <w:gridSpan w:val="2"/>
            <w:tcBorders>
              <w:top w:val="single" w:sz="4" w:space="0" w:color="999999"/>
              <w:left w:val="single" w:sz="4" w:space="0" w:color="999999"/>
              <w:bottom w:val="single" w:sz="12" w:space="0" w:color="003300"/>
              <w:right w:val="single" w:sz="4" w:space="0" w:color="999999"/>
            </w:tcBorders>
            <w:vAlign w:val="center"/>
          </w:tcPr>
          <w:p w:rsidR="00E02FA9" w:rsidRDefault="00E02FA9" w:rsidP="00CC08C3">
            <w:r>
              <w:t>Miscellaneous</w:t>
            </w:r>
          </w:p>
        </w:tc>
        <w:tc>
          <w:tcPr>
            <w:tcW w:w="1215" w:type="dxa"/>
            <w:tcBorders>
              <w:top w:val="single" w:sz="4" w:space="0" w:color="999999"/>
              <w:left w:val="single" w:sz="4" w:space="0" w:color="999999"/>
              <w:bottom w:val="single" w:sz="12" w:space="0" w:color="003300"/>
              <w:right w:val="single" w:sz="4" w:space="0" w:color="999999"/>
            </w:tcBorders>
            <w:vAlign w:val="center"/>
          </w:tcPr>
          <w:p w:rsidR="00E02FA9" w:rsidRDefault="00E02FA9" w:rsidP="00CC08C3">
            <w:pPr>
              <w:pStyle w:val="Amount"/>
            </w:pPr>
          </w:p>
        </w:tc>
      </w:tr>
      <w:tr w:rsidR="00E02FA9">
        <w:trPr>
          <w:trHeight w:val="288"/>
        </w:trPr>
        <w:tc>
          <w:tcPr>
            <w:tcW w:w="6869" w:type="dxa"/>
            <w:gridSpan w:val="11"/>
            <w:vMerge/>
            <w:tcBorders>
              <w:right w:val="single" w:sz="4" w:space="0" w:color="999999"/>
            </w:tcBorders>
            <w:shd w:val="clear" w:color="auto" w:fill="auto"/>
            <w:vAlign w:val="center"/>
          </w:tcPr>
          <w:p w:rsidR="00E02FA9" w:rsidRDefault="00E02FA9" w:rsidP="00CC08C3"/>
        </w:tc>
        <w:tc>
          <w:tcPr>
            <w:tcW w:w="1276" w:type="dxa"/>
            <w:gridSpan w:val="2"/>
            <w:tcBorders>
              <w:top w:val="single" w:sz="12" w:space="0" w:color="003300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ADFD7"/>
            <w:vAlign w:val="center"/>
          </w:tcPr>
          <w:p w:rsidR="00E02FA9" w:rsidRDefault="00E02FA9" w:rsidP="00CC08C3">
            <w:pPr>
              <w:pStyle w:val="Heading3"/>
            </w:pPr>
            <w:r>
              <w:t>Balance Due</w:t>
            </w:r>
          </w:p>
        </w:tc>
        <w:sdt>
          <w:sdtPr>
            <w:alias w:val="Price"/>
            <w:tag w:val="Price"/>
            <w:id w:val="277273349"/>
            <w:placeholder>
              <w:docPart w:val="085262FD226F4310B9DA77359EE4F41A"/>
            </w:placeholder>
            <w:showingPlcHdr/>
            <w:text/>
          </w:sdtPr>
          <w:sdtContent>
            <w:tc>
              <w:tcPr>
                <w:tcW w:w="1215" w:type="dxa"/>
                <w:tcBorders>
                  <w:top w:val="single" w:sz="12" w:space="0" w:color="003300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DADFD7"/>
                <w:vAlign w:val="center"/>
              </w:tcPr>
              <w:p w:rsidR="00E02FA9" w:rsidRDefault="00F52D9B" w:rsidP="00CC08C3">
                <w:pPr>
                  <w:pStyle w:val="Amount"/>
                </w:pPr>
                <w:r w:rsidRPr="007E591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E0895">
        <w:trPr>
          <w:trHeight w:val="144"/>
        </w:trPr>
        <w:tc>
          <w:tcPr>
            <w:tcW w:w="9360" w:type="dxa"/>
            <w:gridSpan w:val="14"/>
            <w:tcBorders>
              <w:bottom w:val="dashSmallGap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E0895" w:rsidRDefault="00DE0895" w:rsidP="00CC08C3">
            <w:pPr>
              <w:pStyle w:val="Amount"/>
            </w:pPr>
          </w:p>
        </w:tc>
      </w:tr>
    </w:tbl>
    <w:p w:rsidR="00815C30" w:rsidRDefault="00815C30"/>
    <w:tbl>
      <w:tblPr>
        <w:tblpPr w:leftFromText="187" w:rightFromText="187" w:topFromText="144" w:vertAnchor="text" w:horzAnchor="margin" w:tblpX="433" w:tblpY="1"/>
        <w:tblOverlap w:val="never"/>
        <w:tblW w:w="93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CellMar>
          <w:top w:w="58" w:type="dxa"/>
          <w:left w:w="58" w:type="dxa"/>
          <w:bottom w:w="58" w:type="dxa"/>
          <w:right w:w="58" w:type="dxa"/>
        </w:tblCellMar>
        <w:tblLook w:val="01E0"/>
      </w:tblPr>
      <w:tblGrid>
        <w:gridCol w:w="9360"/>
      </w:tblGrid>
      <w:tr w:rsidR="00815C30">
        <w:trPr>
          <w:trHeight w:val="144"/>
        </w:trPr>
        <w:tc>
          <w:tcPr>
            <w:tcW w:w="9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C30" w:rsidRPr="00D65607" w:rsidRDefault="00815C30" w:rsidP="00D65607">
            <w:pPr>
              <w:pStyle w:val="Remittance"/>
              <w:framePr w:hSpace="0" w:vSpace="0" w:wrap="auto" w:vAnchor="margin" w:hAnchor="text" w:xAlign="left" w:yAlign="inline"/>
              <w:suppressOverlap w:val="0"/>
            </w:pPr>
            <w:r w:rsidRPr="00D65607">
              <w:t>Remittance</w:t>
            </w:r>
          </w:p>
        </w:tc>
      </w:tr>
    </w:tbl>
    <w:p w:rsidR="00815C30" w:rsidRDefault="00815C30"/>
    <w:tbl>
      <w:tblPr>
        <w:tblpPr w:leftFromText="187" w:rightFromText="187" w:topFromText="144" w:vertAnchor="text" w:horzAnchor="margin" w:tblpX="433" w:tblpY="1"/>
        <w:tblOverlap w:val="never"/>
        <w:tblW w:w="671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CellMar>
          <w:top w:w="58" w:type="dxa"/>
          <w:left w:w="58" w:type="dxa"/>
          <w:bottom w:w="58" w:type="dxa"/>
          <w:right w:w="58" w:type="dxa"/>
        </w:tblCellMar>
        <w:tblLook w:val="01E0"/>
      </w:tblPr>
      <w:tblGrid>
        <w:gridCol w:w="1552"/>
        <w:gridCol w:w="5166"/>
      </w:tblGrid>
      <w:tr w:rsidR="00CC08C3">
        <w:trPr>
          <w:trHeight w:val="288"/>
        </w:trPr>
        <w:tc>
          <w:tcPr>
            <w:tcW w:w="1552" w:type="dxa"/>
            <w:shd w:val="clear" w:color="auto" w:fill="auto"/>
            <w:vAlign w:val="center"/>
          </w:tcPr>
          <w:p w:rsidR="00CC08C3" w:rsidRDefault="00CC08C3" w:rsidP="00DE0895">
            <w:r>
              <w:t>I</w:t>
            </w:r>
            <w:r w:rsidR="00376006">
              <w:t>nvoice #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CC08C3" w:rsidRDefault="00CC08C3" w:rsidP="00DE0895"/>
        </w:tc>
      </w:tr>
      <w:tr w:rsidR="00CC08C3">
        <w:trPr>
          <w:trHeight w:val="288"/>
        </w:trPr>
        <w:tc>
          <w:tcPr>
            <w:tcW w:w="1552" w:type="dxa"/>
            <w:shd w:val="clear" w:color="auto" w:fill="auto"/>
            <w:vAlign w:val="center"/>
          </w:tcPr>
          <w:p w:rsidR="00CC08C3" w:rsidRDefault="00CD030F" w:rsidP="00DE0895">
            <w:r>
              <w:t>Name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CC08C3" w:rsidRDefault="00CC08C3" w:rsidP="00DE0895"/>
        </w:tc>
      </w:tr>
      <w:tr w:rsidR="00CC08C3">
        <w:trPr>
          <w:trHeight w:val="288"/>
        </w:trPr>
        <w:tc>
          <w:tcPr>
            <w:tcW w:w="1552" w:type="dxa"/>
            <w:shd w:val="clear" w:color="auto" w:fill="auto"/>
            <w:vAlign w:val="center"/>
          </w:tcPr>
          <w:p w:rsidR="00CC08C3" w:rsidRDefault="00376006" w:rsidP="00DE0895">
            <w:r>
              <w:t>Date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CC08C3" w:rsidRDefault="00CC08C3" w:rsidP="00DE0895"/>
        </w:tc>
      </w:tr>
      <w:tr w:rsidR="00CC08C3">
        <w:trPr>
          <w:trHeight w:val="288"/>
        </w:trPr>
        <w:tc>
          <w:tcPr>
            <w:tcW w:w="1552" w:type="dxa"/>
            <w:shd w:val="clear" w:color="auto" w:fill="auto"/>
            <w:vAlign w:val="center"/>
          </w:tcPr>
          <w:p w:rsidR="00CC08C3" w:rsidRDefault="00CC08C3" w:rsidP="00DE0895">
            <w:r>
              <w:t>Amount Enclosed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CC08C3" w:rsidRDefault="00CC08C3" w:rsidP="00DE0895"/>
        </w:tc>
      </w:tr>
    </w:tbl>
    <w:p w:rsidR="00DC09EE" w:rsidRDefault="00DC09EE" w:rsidP="00BC01EF"/>
    <w:sectPr w:rsidR="00DC09EE" w:rsidSect="00DC09E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noPunctuationKerning/>
  <w:characterSpacingControl w:val="doNotCompress"/>
  <w:compat/>
  <w:rsids>
    <w:rsidRoot w:val="0025169B"/>
    <w:rsid w:val="0007063E"/>
    <w:rsid w:val="001942F8"/>
    <w:rsid w:val="001A5A81"/>
    <w:rsid w:val="001E7A17"/>
    <w:rsid w:val="0021290E"/>
    <w:rsid w:val="002400B8"/>
    <w:rsid w:val="0025169B"/>
    <w:rsid w:val="00253170"/>
    <w:rsid w:val="002C101F"/>
    <w:rsid w:val="00345DDD"/>
    <w:rsid w:val="00376006"/>
    <w:rsid w:val="003B0848"/>
    <w:rsid w:val="004179FC"/>
    <w:rsid w:val="0045558E"/>
    <w:rsid w:val="00457272"/>
    <w:rsid w:val="00467B91"/>
    <w:rsid w:val="004711A0"/>
    <w:rsid w:val="004B1134"/>
    <w:rsid w:val="00551616"/>
    <w:rsid w:val="00552F7F"/>
    <w:rsid w:val="00575730"/>
    <w:rsid w:val="005F2776"/>
    <w:rsid w:val="00726210"/>
    <w:rsid w:val="00761D75"/>
    <w:rsid w:val="00761F3E"/>
    <w:rsid w:val="00805046"/>
    <w:rsid w:val="00815C30"/>
    <w:rsid w:val="00845A3E"/>
    <w:rsid w:val="00906760"/>
    <w:rsid w:val="00943A23"/>
    <w:rsid w:val="009864E2"/>
    <w:rsid w:val="009A2303"/>
    <w:rsid w:val="00A13C97"/>
    <w:rsid w:val="00A256F8"/>
    <w:rsid w:val="00A35504"/>
    <w:rsid w:val="00B8061D"/>
    <w:rsid w:val="00B969A7"/>
    <w:rsid w:val="00BC01EF"/>
    <w:rsid w:val="00CC08C3"/>
    <w:rsid w:val="00CD030F"/>
    <w:rsid w:val="00D65607"/>
    <w:rsid w:val="00DB5E11"/>
    <w:rsid w:val="00DC09EE"/>
    <w:rsid w:val="00DE0895"/>
    <w:rsid w:val="00E02FA9"/>
    <w:rsid w:val="00E053C5"/>
    <w:rsid w:val="00E40C7E"/>
    <w:rsid w:val="00ED42D8"/>
    <w:rsid w:val="00F52D9B"/>
    <w:rsid w:val="00FA69AB"/>
    <w:rsid w:val="00FC5D13"/>
    <w:rsid w:val="00FE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>
      <o:colormru v:ext="edit" colors="#dadfd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9EE"/>
    <w:rPr>
      <w:rFonts w:ascii="Tahoma" w:hAnsi="Tahoma"/>
      <w:sz w:val="16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5558E"/>
    <w:pPr>
      <w:spacing w:before="200"/>
      <w:jc w:val="center"/>
      <w:outlineLvl w:val="0"/>
    </w:pPr>
    <w:rPr>
      <w:b/>
      <w:caps/>
      <w:color w:val="333333"/>
      <w:sz w:val="44"/>
      <w:szCs w:val="32"/>
    </w:rPr>
  </w:style>
  <w:style w:type="paragraph" w:styleId="Heading2">
    <w:name w:val="heading 2"/>
    <w:basedOn w:val="Heading1"/>
    <w:next w:val="Normal"/>
    <w:qFormat/>
    <w:rsid w:val="0045558E"/>
    <w:pPr>
      <w:spacing w:before="0" w:after="200"/>
      <w:outlineLvl w:val="1"/>
    </w:pPr>
    <w:rPr>
      <w:b w:val="0"/>
      <w:sz w:val="24"/>
    </w:rPr>
  </w:style>
  <w:style w:type="paragraph" w:styleId="Heading3">
    <w:name w:val="heading 3"/>
    <w:basedOn w:val="Normal"/>
    <w:next w:val="Normal"/>
    <w:link w:val="Heading3Char"/>
    <w:qFormat/>
    <w:rsid w:val="002C101F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C101F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4179FC"/>
    <w:rPr>
      <w:rFonts w:cs="Tahoma"/>
      <w:szCs w:val="16"/>
    </w:rPr>
  </w:style>
  <w:style w:type="paragraph" w:customStyle="1" w:styleId="Addressheading">
    <w:name w:val="Address heading"/>
    <w:basedOn w:val="Heading3"/>
    <w:rsid w:val="002C101F"/>
    <w:pPr>
      <w:spacing w:before="20"/>
    </w:pPr>
  </w:style>
  <w:style w:type="paragraph" w:customStyle="1" w:styleId="Amount">
    <w:name w:val="Amount"/>
    <w:basedOn w:val="Normal"/>
    <w:rsid w:val="00CC08C3"/>
    <w:pPr>
      <w:jc w:val="right"/>
    </w:pPr>
    <w:rPr>
      <w:szCs w:val="20"/>
    </w:rPr>
  </w:style>
  <w:style w:type="paragraph" w:customStyle="1" w:styleId="Remittance">
    <w:name w:val="Remittance"/>
    <w:basedOn w:val="Heading2"/>
    <w:rsid w:val="00D65607"/>
    <w:pPr>
      <w:framePr w:hSpace="187" w:vSpace="144" w:wrap="around" w:vAnchor="text" w:hAnchor="margin" w:x="433" w:y="1"/>
      <w:spacing w:after="0"/>
      <w:suppressOverlap/>
    </w:pPr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52D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shov\AppData\Roaming\Microsoft\Templates\Sales%20invoic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DA2E8-1E16-4CBB-A0BA-138557A65B22}"/>
      </w:docPartPr>
      <w:docPartBody>
        <w:p w:rsidR="00AF066F" w:rsidRDefault="00D75979">
          <w:r w:rsidRPr="007E591E">
            <w:rPr>
              <w:rStyle w:val="PlaceholderText"/>
            </w:rPr>
            <w:t>Click here to enter text.</w:t>
          </w:r>
        </w:p>
      </w:docPartBody>
    </w:docPart>
    <w:docPart>
      <w:docPartPr>
        <w:name w:val="085262FD226F4310B9DA77359EE4F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FC752-857E-4D8A-BEA2-CAEBFE376593}"/>
      </w:docPartPr>
      <w:docPartBody>
        <w:p w:rsidR="00AF066F" w:rsidRDefault="00D75979" w:rsidP="00D75979">
          <w:pPr>
            <w:pStyle w:val="085262FD226F4310B9DA77359EE4F41A"/>
          </w:pPr>
          <w:r w:rsidRPr="007E591E">
            <w:rPr>
              <w:rStyle w:val="PlaceholderText"/>
            </w:rPr>
            <w:t>Click here to enter text.</w:t>
          </w:r>
        </w:p>
      </w:docPartBody>
    </w:docPart>
    <w:docPart>
      <w:docPartPr>
        <w:name w:val="BCA4A7CD8E8B470CA7F2BE09F86AE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3434D-0827-4798-B306-AFA0BD0558D3}"/>
      </w:docPartPr>
      <w:docPartBody>
        <w:p w:rsidR="00FF5103" w:rsidRDefault="00764ED9" w:rsidP="00764ED9">
          <w:pPr>
            <w:pStyle w:val="BCA4A7CD8E8B470CA7F2BE09F86AEB4D"/>
          </w:pPr>
          <w:r w:rsidRPr="007E591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75979"/>
    <w:rsid w:val="001063AA"/>
    <w:rsid w:val="006C4F8B"/>
    <w:rsid w:val="00764ED9"/>
    <w:rsid w:val="00AF066F"/>
    <w:rsid w:val="00D75979"/>
    <w:rsid w:val="00DE3F9C"/>
    <w:rsid w:val="00F25D85"/>
    <w:rsid w:val="00FF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ED9"/>
    <w:rPr>
      <w:color w:val="808080"/>
    </w:rPr>
  </w:style>
  <w:style w:type="paragraph" w:customStyle="1" w:styleId="085262FD226F4310B9DA77359EE4F41A">
    <w:name w:val="085262FD226F4310B9DA77359EE4F41A"/>
    <w:rsid w:val="00D75979"/>
    <w:pPr>
      <w:spacing w:after="0" w:line="240" w:lineRule="auto"/>
      <w:jc w:val="right"/>
    </w:pPr>
    <w:rPr>
      <w:rFonts w:ascii="Tahoma" w:eastAsia="Times New Roman" w:hAnsi="Tahoma" w:cs="Times New Roman"/>
      <w:sz w:val="16"/>
      <w:szCs w:val="20"/>
      <w:lang w:val="en-US" w:eastAsia="en-US"/>
    </w:rPr>
  </w:style>
  <w:style w:type="paragraph" w:customStyle="1" w:styleId="BCA4A7CD8E8B470CA7F2BE09F86AEB4D">
    <w:name w:val="BCA4A7CD8E8B470CA7F2BE09F86AEB4D"/>
    <w:rsid w:val="00764ED9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PILab Page" ma:contentTypeID="0x01010901003549A0F02D10234E960B27C6FE7691A00040475529B50BCB4D92852A09398D6379" ma:contentTypeVersion="17" ma:contentTypeDescription="MAPILab Page" ma:contentTypeScope="" ma:versionID="b587a23bba8edd8368d5e4d409a3f7a5">
  <xsd:schema xmlns:xsd="http://www.w3.org/2001/XMLSchema" xmlns:xs="http://www.w3.org/2001/XMLSchema" xmlns:p="http://schemas.microsoft.com/office/2006/metadata/properties" xmlns:ns2="8f50d6b7-c771-425f-aba7-5b3703836ed6" xmlns:ns3="cb026ede-2a8c-4cc9-a5ca-67c1c17a38ba" targetNamespace="http://schemas.microsoft.com/office/2006/metadata/properties" ma:root="true" ma:fieldsID="6556a7b0ada5b368cbe7ba1d56ff9694" ns2:_="" ns3:_="">
    <xsd:import namespace="8f50d6b7-c771-425f-aba7-5b3703836ed6"/>
    <xsd:import namespace="cb026ede-2a8c-4cc9-a5ca-67c1c17a38ba"/>
    <xsd:element name="properties">
      <xsd:complexType>
        <xsd:sequence>
          <xsd:element name="documentManagement">
            <xsd:complexType>
              <xsd:all>
                <xsd:element ref="ns2:PageTitle" minOccurs="0"/>
                <xsd:element ref="ns2:PageHeaderTitle" minOccurs="0"/>
                <xsd:element ref="ns2:BannerImage" minOccurs="0"/>
                <xsd:element ref="ns2:Order_TN" minOccurs="0"/>
                <xsd:element ref="ns2:SiteMap" minOccurs="0"/>
                <xsd:element ref="ns2:TopMenu" minOccurs="0"/>
                <xsd:element ref="ns2:LineBreakerUnderItem" minOccurs="0"/>
                <xsd:element ref="ns2:AlternativeStyle" minOccurs="0"/>
                <xsd:element ref="ns2:RightMenu" minOccurs="0"/>
                <xsd:element ref="ns3:SEODescription" minOccurs="0"/>
                <xsd:element ref="ns3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d6b7-c771-425f-aba7-5b3703836ed6" elementFormDefault="qualified">
    <xsd:import namespace="http://schemas.microsoft.com/office/2006/documentManagement/types"/>
    <xsd:import namespace="http://schemas.microsoft.com/office/infopath/2007/PartnerControls"/>
    <xsd:element name="PageTitle" ma:index="1" nillable="true" ma:displayName="PageTitle" ma:internalName="PageTitle">
      <xsd:simpleType>
        <xsd:restriction base="dms:Text">
          <xsd:maxLength value="255"/>
        </xsd:restriction>
      </xsd:simpleType>
    </xsd:element>
    <xsd:element name="PageHeaderTitle" ma:index="2" nillable="true" ma:displayName="PageHeaderTitle" ma:internalName="PageHeaderTitle">
      <xsd:simpleType>
        <xsd:restriction base="dms:Text">
          <xsd:maxLength value="255"/>
        </xsd:restriction>
      </xsd:simpleType>
    </xsd:element>
    <xsd:element name="BannerImage" ma:index="3" nillable="true" ma:displayName="BannerImage" ma:internalName="BannerImage">
      <xsd:simpleType>
        <xsd:restriction base="dms:Text">
          <xsd:maxLength value="255"/>
        </xsd:restriction>
      </xsd:simpleType>
    </xsd:element>
    <xsd:element name="Order_TN" ma:index="4" nillable="true" ma:displayName="Order_TN" ma:decimals="0" ma:description="Order in Top Navigation control" ma:internalName="Order_TN">
      <xsd:simpleType>
        <xsd:restriction base="dms:Number">
          <xsd:minInclusive value="0"/>
        </xsd:restriction>
      </xsd:simpleType>
    </xsd:element>
    <xsd:element name="SiteMap" ma:index="5" nillable="true" ma:displayName="SiteMap" ma:default="0" ma:internalName="SiteMap">
      <xsd:simpleType>
        <xsd:restriction base="dms:Boolean"/>
      </xsd:simpleType>
    </xsd:element>
    <xsd:element name="TopMenu" ma:index="6" nillable="true" ma:displayName="TopMenu" ma:default="0" ma:internalName="TopMenu">
      <xsd:simpleType>
        <xsd:restriction base="dms:Boolean"/>
      </xsd:simpleType>
    </xsd:element>
    <xsd:element name="LineBreakerUnderItem" ma:index="7" nillable="true" ma:displayName="LineBreakerUnderItem" ma:default="0" ma:description="Line divide current item and sequence item in Top Navigation." ma:internalName="LineBreakerUnderItem">
      <xsd:simpleType>
        <xsd:restriction base="dms:Boolean"/>
      </xsd:simpleType>
    </xsd:element>
    <xsd:element name="AlternativeStyle" ma:index="8" nillable="true" ma:displayName="AlternativeStyle" ma:default="0" ma:description="Item in Top Navigation render with alternative style. For example with bold font." ma:internalName="AlternativeStyle">
      <xsd:simpleType>
        <xsd:restriction base="dms:Boolean"/>
      </xsd:simpleType>
    </xsd:element>
    <xsd:element name="RightMenu" ma:index="12" nillable="true" ma:displayName="RightMenu" ma:default="0" ma:internalName="RightMen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26ede-2a8c-4cc9-a5ca-67c1c17a38ba" elementFormDefault="qualified">
    <xsd:import namespace="http://schemas.microsoft.com/office/2006/documentManagement/types"/>
    <xsd:import namespace="http://schemas.microsoft.com/office/infopath/2007/PartnerControls"/>
    <xsd:element name="SEODescription" ma:index="17" nillable="true" ma:displayName="SEODescription" ma:description="&lt;meta name=&quot;description&quot; content=&quot;SEODescription&quot;&gt;" ma:internalName="SEODescription">
      <xsd:simpleType>
        <xsd:restriction base="dms:Note"/>
      </xsd:simpleType>
    </xsd:element>
    <xsd:element name="SEOKeywords" ma:index="18" nillable="true" ma:displayName="SEOKeywords" ma:description="&lt;meta name=&quot;keywords&quot; content=&quot;SEOKeywords&quot;&gt;" ma:internalName="SEO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Menu xmlns="8f50d6b7-c771-425f-aba7-5b3703836ed6">false</TopMenu>
    <LineBreakerUnderItem xmlns="8f50d6b7-c771-425f-aba7-5b3703836ed6">false</LineBreakerUnderItem>
    <Order_TN xmlns="8f50d6b7-c771-425f-aba7-5b3703836ed6" xsi:nil="true"/>
    <RightMenu xmlns="8f50d6b7-c771-425f-aba7-5b3703836ed6">false</RightMenu>
    <PageTitle xmlns="8f50d6b7-c771-425f-aba7-5b3703836ed6" xsi:nil="true"/>
    <SiteMap xmlns="8f50d6b7-c771-425f-aba7-5b3703836ed6">false</SiteMap>
    <AlternativeStyle xmlns="8f50d6b7-c771-425f-aba7-5b3703836ed6">false</AlternativeStyle>
    <BannerImage xmlns="8f50d6b7-c771-425f-aba7-5b3703836ed6" xsi:nil="true"/>
    <PageHeaderTitle xmlns="8f50d6b7-c771-425f-aba7-5b3703836ed6" xsi:nil="true"/>
    <SEODescription xmlns="cb026ede-2a8c-4cc9-a5ca-67c1c17a38ba" xsi:nil="true"/>
    <SEOKeywords xmlns="cb026ede-2a8c-4cc9-a5ca-67c1c17a38ba" xsi:nil="true"/>
  </documentManagement>
</p:properties>
</file>

<file path=customXml/itemProps1.xml><?xml version="1.0" encoding="utf-8"?>
<ds:datastoreItem xmlns:ds="http://schemas.openxmlformats.org/officeDocument/2006/customXml" ds:itemID="{BDAA67C2-5F7A-45BA-B34B-E6FAB3AB0330}"/>
</file>

<file path=customXml/itemProps2.xml><?xml version="1.0" encoding="utf-8"?>
<ds:datastoreItem xmlns:ds="http://schemas.openxmlformats.org/officeDocument/2006/customXml" ds:itemID="{3DC08042-CEAA-4924-A502-D513E11C9E8C}"/>
</file>

<file path=customXml/itemProps3.xml><?xml version="1.0" encoding="utf-8"?>
<ds:datastoreItem xmlns:ds="http://schemas.openxmlformats.org/officeDocument/2006/customXml" ds:itemID="{B05CE6F5-D78D-4589-BCF8-D178A106AF7A}"/>
</file>

<file path=docProps/app.xml><?xml version="1.0" encoding="utf-8"?>
<Properties xmlns="http://schemas.openxmlformats.org/officeDocument/2006/extended-properties" xmlns:vt="http://schemas.openxmlformats.org/officeDocument/2006/docPropsVTypes">
  <Template>Sales invoice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Oleshov</dc:creator>
  <cp:lastModifiedBy>Nick Kharchenko</cp:lastModifiedBy>
  <cp:revision>2</cp:revision>
  <cp:lastPrinted>2004-01-21T05:50:00Z</cp:lastPrinted>
  <dcterms:created xsi:type="dcterms:W3CDTF">2011-09-13T11:16:00Z</dcterms:created>
  <dcterms:modified xsi:type="dcterms:W3CDTF">2011-09-13T11:16:00Z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TC062070821033</vt:lpwstr>
  </property>
  <property fmtid="{D5CDD505-2E9C-101B-9397-08002B2CF9AE}" pid="3" name="ContentTypeId">
    <vt:lpwstr>0x01010901003549A0F02D10234E960B27C6FE7691A00040475529B50BCB4D92852A09398D6379</vt:lpwstr>
  </property>
</Properties>
</file>